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Pr="00154CCC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09B0E3D7" w14:textId="2ABD7603" w:rsidR="003E3214" w:rsidRPr="00154CCC" w:rsidRDefault="003E3214" w:rsidP="003E3214">
      <w:pPr>
        <w:jc w:val="right"/>
        <w:rPr>
          <w:rFonts w:ascii="Calibri" w:hAnsi="Calibri" w:cs="Calibri"/>
          <w:b/>
          <w:sz w:val="22"/>
          <w:szCs w:val="22"/>
        </w:rPr>
      </w:pPr>
      <w:r w:rsidRPr="00154CCC">
        <w:rPr>
          <w:rFonts w:ascii="Calibri" w:hAnsi="Calibri" w:cs="Calibri"/>
          <w:b/>
          <w:sz w:val="22"/>
          <w:szCs w:val="22"/>
        </w:rPr>
        <w:t xml:space="preserve">Anexa </w:t>
      </w:r>
      <w:r w:rsidR="00154CCC" w:rsidRPr="00154CCC">
        <w:rPr>
          <w:rFonts w:ascii="Calibri" w:hAnsi="Calibri" w:cs="Calibri"/>
          <w:b/>
          <w:sz w:val="22"/>
          <w:szCs w:val="22"/>
        </w:rPr>
        <w:t>1</w:t>
      </w:r>
      <w:r w:rsidR="00BB4B92">
        <w:rPr>
          <w:rFonts w:ascii="Calibri" w:hAnsi="Calibri" w:cs="Calibri"/>
          <w:b/>
          <w:sz w:val="22"/>
          <w:szCs w:val="22"/>
        </w:rPr>
        <w:t>9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pentru realizarea proiectului tehnic (doar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la AM PR Centru a documentației Proiectului Tehnic (doar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Proiectului tehnic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de 9 luni de la data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semnarii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contractului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la AM PR Centru a documentației Proiectului Tehnic (în situația in care se încheie contract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PT +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executie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lucrari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Proiectului tehnic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de 13 luni de la data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semnarii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contractului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la AM PR Centru a dosarului de achiziție aferent contractului de execuție lucrări (cu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exceptia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situatiei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in care se încheie contract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PT+executie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lucrari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notificării /comunicării de depunere a dosarului de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achizitie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Se va completa de către beneficiar, dar nu mai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- 18 luni de la semnarea contractului de finanțare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- 9 luni de la semnarea contractului de finanțare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Verificarea transmiterii notificării de depunere cereri de rambursare/ plată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Se va completa de beneficiar, dar nu mai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- 25 luni de la semnarea contractului de finanțare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- 16 luni de la semnarea contractului de finanțare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cereri de rambursare/ plată în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Se va completa de beneficiar, dar nu mai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tarziu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- 39 luni de la semnarea contractului de finanțare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- 30 luni de la semnarea contractului de finanțare pentru proiectele care s-au semnat în baza documentațiilor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tehnico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>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Adresă înaintare/ Confirmare </w:t>
            </w:r>
            <w:proofErr w:type="spellStart"/>
            <w:r w:rsidRPr="001F2344">
              <w:rPr>
                <w:rFonts w:ascii="Calibri" w:hAnsi="Calibri" w:cs="Calibri"/>
                <w:sz w:val="22"/>
                <w:szCs w:val="22"/>
              </w:rPr>
              <w:t>MySMIS</w:t>
            </w:r>
            <w:proofErr w:type="spellEnd"/>
            <w:r w:rsidRPr="001F2344">
              <w:rPr>
                <w:rFonts w:ascii="Calibri" w:hAnsi="Calibri" w:cs="Calibri"/>
                <w:sz w:val="22"/>
                <w:szCs w:val="22"/>
              </w:rPr>
              <w:t xml:space="preserve">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20D03365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215FCF41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29B344E4" w14:textId="77777777" w:rsidR="00C06246" w:rsidRDefault="00C06246" w:rsidP="00F6783B">
      <w:pPr>
        <w:jc w:val="both"/>
        <w:rPr>
          <w:rFonts w:ascii="Calibri" w:hAnsi="Calibri" w:cs="Calibri"/>
        </w:rPr>
      </w:pPr>
    </w:p>
    <w:p w14:paraId="115D075F" w14:textId="739EAF2D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evaluat, într-o manieră obiectivă </w:t>
      </w:r>
      <w:proofErr w:type="spellStart"/>
      <w:r w:rsidRPr="00B71552">
        <w:rPr>
          <w:rFonts w:ascii="Calibri" w:hAnsi="Calibri" w:cs="Calibri"/>
        </w:rPr>
        <w:t>şi</w:t>
      </w:r>
      <w:proofErr w:type="spellEnd"/>
      <w:r w:rsidRPr="00B71552">
        <w:rPr>
          <w:rFonts w:ascii="Calibri" w:hAnsi="Calibri" w:cs="Calibri"/>
        </w:rPr>
        <w:t xml:space="preserve">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 xml:space="preserve">este parte integrantă a contractului de </w:t>
      </w:r>
      <w:proofErr w:type="spellStart"/>
      <w:r w:rsidRPr="00E8080E">
        <w:rPr>
          <w:rFonts w:ascii="Calibri" w:hAnsi="Calibri" w:cs="Calibri"/>
        </w:rPr>
        <w:t>finanţare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proofErr w:type="spellStart"/>
      <w:r w:rsidRPr="00E8080E">
        <w:rPr>
          <w:rFonts w:ascii="Calibri" w:hAnsi="Calibri" w:cs="Calibri"/>
        </w:rPr>
        <w:t>ţintelor</w:t>
      </w:r>
      <w:proofErr w:type="spellEnd"/>
      <w:r w:rsidRPr="00E8080E">
        <w:rPr>
          <w:rFonts w:ascii="Calibri" w:hAnsi="Calibri" w:cs="Calibri"/>
        </w:rPr>
        <w:t xml:space="preserve"> finale ale indicatorilor de realizare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de rezultat care trebuie atinse ca urmare a implementării proiectului, precum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valorile de bază/de </w:t>
      </w:r>
      <w:proofErr w:type="spellStart"/>
      <w:r w:rsidRPr="00E8080E">
        <w:rPr>
          <w:rFonts w:ascii="Calibri" w:hAnsi="Calibri" w:cs="Calibri"/>
        </w:rPr>
        <w:t>referinţă</w:t>
      </w:r>
      <w:proofErr w:type="spellEnd"/>
      <w:r w:rsidRPr="00E8080E">
        <w:rPr>
          <w:rFonts w:ascii="Calibri" w:hAnsi="Calibri" w:cs="Calibri"/>
        </w:rPr>
        <w:t xml:space="preserve">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</w:t>
      </w:r>
      <w:proofErr w:type="spellStart"/>
      <w:r w:rsidRPr="00E8080E">
        <w:rPr>
          <w:rFonts w:ascii="Calibri" w:hAnsi="Calibri" w:cs="Calibri"/>
        </w:rPr>
        <w:t>şi</w:t>
      </w:r>
      <w:proofErr w:type="spellEnd"/>
      <w:r w:rsidRPr="00E8080E">
        <w:rPr>
          <w:rFonts w:ascii="Calibri" w:hAnsi="Calibri" w:cs="Calibri"/>
        </w:rPr>
        <w:t xml:space="preserve"> eficientizarea procesului de monitorizare a proiectelor de către </w:t>
      </w:r>
      <w:proofErr w:type="spellStart"/>
      <w:r w:rsidRPr="00E8080E">
        <w:rPr>
          <w:rFonts w:ascii="Calibri" w:hAnsi="Calibri" w:cs="Calibri"/>
        </w:rPr>
        <w:t>autorităţile</w:t>
      </w:r>
      <w:proofErr w:type="spellEnd"/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24050B21" w14:textId="77777777" w:rsidR="00F6783B" w:rsidRPr="00E8080E" w:rsidRDefault="00F6783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lastRenderedPageBreak/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</w:t>
      </w:r>
      <w:proofErr w:type="spellStart"/>
      <w:r w:rsidRPr="001A225C">
        <w:rPr>
          <w:rFonts w:ascii="Calibri" w:hAnsi="Calibri" w:cs="Calibri"/>
        </w:rPr>
        <w:t>finanţare</w:t>
      </w:r>
      <w:proofErr w:type="spellEnd"/>
      <w:r w:rsidRPr="001A225C">
        <w:rPr>
          <w:rFonts w:ascii="Calibri" w:hAnsi="Calibri" w:cs="Calibri"/>
        </w:rPr>
        <w:t>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55668974" w:rsidR="006F3787" w:rsidRDefault="006F3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59B3FC2F" w:rsidR="006F3787" w:rsidRPr="00851382" w:rsidRDefault="006F378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154CCC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6C781264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82A34"/>
    <w:rsid w:val="0009018B"/>
    <w:rsid w:val="00094830"/>
    <w:rsid w:val="000C2AAE"/>
    <w:rsid w:val="001175F2"/>
    <w:rsid w:val="00144BFD"/>
    <w:rsid w:val="00154CCC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0C03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9F76AC"/>
    <w:rsid w:val="00A076DB"/>
    <w:rsid w:val="00A756AD"/>
    <w:rsid w:val="00B15233"/>
    <w:rsid w:val="00B3488E"/>
    <w:rsid w:val="00B77B68"/>
    <w:rsid w:val="00B86D76"/>
    <w:rsid w:val="00B94F63"/>
    <w:rsid w:val="00BB4B92"/>
    <w:rsid w:val="00BD3175"/>
    <w:rsid w:val="00BD66D5"/>
    <w:rsid w:val="00BF316A"/>
    <w:rsid w:val="00C05C7A"/>
    <w:rsid w:val="00C06246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CCD64-2A31-4CC3-9571-B19DC97E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</TotalTime>
  <Pages>7</Pages>
  <Words>1084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7639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6</cp:revision>
  <cp:lastPrinted>2023-05-29T06:12:00Z</cp:lastPrinted>
  <dcterms:created xsi:type="dcterms:W3CDTF">2023-09-19T09:46:00Z</dcterms:created>
  <dcterms:modified xsi:type="dcterms:W3CDTF">2024-01-30T19:24:00Z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6b93a45b502e0f109570fd115977e1a75abcb20dbd0b0d13d0bf0189f38f8efa</vt:lpwstr>
  </property>
</Properties>
</file>